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ED1" w:rsidRDefault="008B7ED1" w:rsidP="00144B86">
      <w:pPr>
        <w:jc w:val="center"/>
        <w:rPr>
          <w:b/>
        </w:rPr>
      </w:pPr>
      <w:r w:rsidRPr="00144B86">
        <w:rPr>
          <w:b/>
        </w:rPr>
        <w:t xml:space="preserve">Connecting to Staff </w:t>
      </w:r>
      <w:r w:rsidR="006C271B">
        <w:rPr>
          <w:b/>
        </w:rPr>
        <w:t>server with Filezilla on the Apple</w:t>
      </w:r>
    </w:p>
    <w:p w:rsidR="00367E38" w:rsidRDefault="00367E38" w:rsidP="00367E38">
      <w:pPr>
        <w:rPr>
          <w:b/>
        </w:rPr>
      </w:pPr>
      <w:r>
        <w:rPr>
          <w:b/>
        </w:rPr>
        <w:t xml:space="preserve">Launch </w:t>
      </w:r>
      <w:proofErr w:type="spellStart"/>
      <w:r>
        <w:rPr>
          <w:b/>
        </w:rPr>
        <w:t>FileZilla</w:t>
      </w:r>
      <w:proofErr w:type="spellEnd"/>
    </w:p>
    <w:p w:rsidR="00367E38" w:rsidRDefault="00367E38" w:rsidP="00367E38">
      <w:pPr>
        <w:pStyle w:val="ListParagraph"/>
        <w:numPr>
          <w:ilvl w:val="0"/>
          <w:numId w:val="3"/>
        </w:numPr>
      </w:pPr>
      <w:r w:rsidRPr="00367E38">
        <w:t xml:space="preserve">On your Mac, click the Finder </w:t>
      </w:r>
      <w:r w:rsidRPr="00367E38">
        <w:rPr>
          <w:noProof/>
        </w:rPr>
        <w:drawing>
          <wp:inline distT="0" distB="0" distL="0" distR="0" wp14:anchorId="3FD980DA" wp14:editId="1631033D">
            <wp:extent cx="444500" cy="379845"/>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23 at 8.44.08 AM.png"/>
                    <pic:cNvPicPr/>
                  </pic:nvPicPr>
                  <pic:blipFill>
                    <a:blip r:embed="rId7">
                      <a:extLst>
                        <a:ext uri="{28A0092B-C50C-407E-A947-70E740481C1C}">
                          <a14:useLocalDpi xmlns:a14="http://schemas.microsoft.com/office/drawing/2010/main" val="0"/>
                        </a:ext>
                      </a:extLst>
                    </a:blip>
                    <a:stretch>
                      <a:fillRect/>
                    </a:stretch>
                  </pic:blipFill>
                  <pic:spPr>
                    <a:xfrm>
                      <a:off x="0" y="0"/>
                      <a:ext cx="444500" cy="379845"/>
                    </a:xfrm>
                    <a:prstGeom prst="rect">
                      <a:avLst/>
                    </a:prstGeom>
                  </pic:spPr>
                </pic:pic>
              </a:graphicData>
            </a:graphic>
          </wp:inline>
        </w:drawing>
      </w:r>
      <w:r w:rsidRPr="00367E38">
        <w:t xml:space="preserve"> in your dock.</w:t>
      </w:r>
    </w:p>
    <w:p w:rsidR="00367E38" w:rsidRDefault="00367E38" w:rsidP="00367E38">
      <w:pPr>
        <w:pStyle w:val="ListParagraph"/>
        <w:numPr>
          <w:ilvl w:val="0"/>
          <w:numId w:val="3"/>
        </w:numPr>
      </w:pPr>
      <w:r>
        <w:t>Click the Applications folder.</w:t>
      </w:r>
    </w:p>
    <w:p w:rsidR="00367E38" w:rsidRPr="00B900D4" w:rsidRDefault="00367E38" w:rsidP="00082443">
      <w:pPr>
        <w:pStyle w:val="ListParagraph"/>
        <w:numPr>
          <w:ilvl w:val="0"/>
          <w:numId w:val="3"/>
        </w:numPr>
      </w:pPr>
      <w:r>
        <w:t xml:space="preserve">Find the </w:t>
      </w:r>
      <w:proofErr w:type="spellStart"/>
      <w:r>
        <w:t>FileZilla</w:t>
      </w:r>
      <w:proofErr w:type="spellEnd"/>
      <w:r>
        <w:t xml:space="preserve"> program.</w:t>
      </w:r>
      <w:r>
        <w:rPr>
          <w:noProof/>
        </w:rPr>
        <w:drawing>
          <wp:inline distT="0" distB="0" distL="0" distR="0" wp14:anchorId="151E79E0" wp14:editId="4D36507B">
            <wp:extent cx="367763" cy="348149"/>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087" cy="348456"/>
                    </a:xfrm>
                    <a:prstGeom prst="rect">
                      <a:avLst/>
                    </a:prstGeom>
                    <a:noFill/>
                    <a:ln>
                      <a:noFill/>
                    </a:ln>
                  </pic:spPr>
                </pic:pic>
              </a:graphicData>
            </a:graphic>
          </wp:inline>
        </w:drawing>
      </w:r>
    </w:p>
    <w:p w:rsidR="00082443" w:rsidRPr="00144B86" w:rsidRDefault="00B900D4" w:rsidP="00082443">
      <w:pPr>
        <w:rPr>
          <w:b/>
        </w:rPr>
      </w:pPr>
      <w:r>
        <w:rPr>
          <w:b/>
        </w:rPr>
        <w:t xml:space="preserve">If you don’t have </w:t>
      </w:r>
      <w:proofErr w:type="spellStart"/>
      <w:r>
        <w:rPr>
          <w:b/>
        </w:rPr>
        <w:t>FileZ</w:t>
      </w:r>
      <w:r w:rsidR="00082443">
        <w:rPr>
          <w:b/>
        </w:rPr>
        <w:t>illa</w:t>
      </w:r>
      <w:proofErr w:type="spellEnd"/>
      <w:r w:rsidR="00082443">
        <w:rPr>
          <w:b/>
        </w:rPr>
        <w:t xml:space="preserve"> installed, </w:t>
      </w:r>
    </w:p>
    <w:p w:rsidR="008B7ED1" w:rsidRDefault="008B7ED1" w:rsidP="00082443">
      <w:pPr>
        <w:pStyle w:val="ListParagraph"/>
        <w:numPr>
          <w:ilvl w:val="0"/>
          <w:numId w:val="1"/>
        </w:numPr>
      </w:pPr>
      <w:r>
        <w:t xml:space="preserve">Download and install Filezilla if it is not already on your computer from </w:t>
      </w:r>
      <w:hyperlink r:id="rId9" w:history="1">
        <w:r w:rsidRPr="000E1997">
          <w:rPr>
            <w:rStyle w:val="Hyperlink"/>
          </w:rPr>
          <w:t>http://filezilla-project.org/download.php</w:t>
        </w:r>
      </w:hyperlink>
      <w:r>
        <w:t xml:space="preserve"> </w:t>
      </w:r>
    </w:p>
    <w:p w:rsidR="008B7ED1" w:rsidRDefault="008B7ED1" w:rsidP="00082443">
      <w:pPr>
        <w:pStyle w:val="ListParagraph"/>
        <w:numPr>
          <w:ilvl w:val="0"/>
          <w:numId w:val="1"/>
        </w:numPr>
      </w:pPr>
      <w:r>
        <w:t>Double Click the downloaded file to extract the application (ex. Filezilla_3.5.3_i686-apple-darwin9.app.bz2).</w:t>
      </w:r>
    </w:p>
    <w:p w:rsidR="008B7ED1" w:rsidRDefault="008B7ED1" w:rsidP="00082443">
      <w:pPr>
        <w:pStyle w:val="ListParagraph"/>
      </w:pPr>
      <w:r>
        <w:rPr>
          <w:noProof/>
        </w:rPr>
        <w:drawing>
          <wp:inline distT="0" distB="0" distL="0" distR="0" wp14:anchorId="2AD16C46" wp14:editId="3F337393">
            <wp:extent cx="4552950" cy="1419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1419225"/>
                    </a:xfrm>
                    <a:prstGeom prst="rect">
                      <a:avLst/>
                    </a:prstGeom>
                    <a:noFill/>
                    <a:ln>
                      <a:noFill/>
                    </a:ln>
                  </pic:spPr>
                </pic:pic>
              </a:graphicData>
            </a:graphic>
          </wp:inline>
        </w:drawing>
      </w:r>
    </w:p>
    <w:p w:rsidR="008B7ED1" w:rsidRDefault="008B7ED1" w:rsidP="00082443">
      <w:pPr>
        <w:pStyle w:val="ListParagraph"/>
        <w:numPr>
          <w:ilvl w:val="0"/>
          <w:numId w:val="1"/>
        </w:numPr>
      </w:pPr>
      <w:proofErr w:type="gramStart"/>
      <w:r>
        <w:t>The downloads</w:t>
      </w:r>
      <w:proofErr w:type="gramEnd"/>
      <w:r>
        <w:t xml:space="preserve"> folder will open. </w:t>
      </w:r>
    </w:p>
    <w:p w:rsidR="008B7ED1" w:rsidRDefault="008B7ED1" w:rsidP="00082443">
      <w:pPr>
        <w:pStyle w:val="ListParagraph"/>
      </w:pPr>
      <w:r>
        <w:rPr>
          <w:noProof/>
        </w:rPr>
        <w:drawing>
          <wp:inline distT="0" distB="0" distL="0" distR="0" wp14:anchorId="0C2F274D" wp14:editId="08037E2E">
            <wp:extent cx="5143500" cy="11952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5276" cy="1195618"/>
                    </a:xfrm>
                    <a:prstGeom prst="rect">
                      <a:avLst/>
                    </a:prstGeom>
                    <a:noFill/>
                    <a:ln>
                      <a:noFill/>
                    </a:ln>
                  </pic:spPr>
                </pic:pic>
              </a:graphicData>
            </a:graphic>
          </wp:inline>
        </w:drawing>
      </w:r>
    </w:p>
    <w:p w:rsidR="008B7ED1" w:rsidRDefault="008B7ED1" w:rsidP="00082443">
      <w:pPr>
        <w:pStyle w:val="ListParagraph"/>
        <w:numPr>
          <w:ilvl w:val="0"/>
          <w:numId w:val="1"/>
        </w:numPr>
      </w:pPr>
      <w:r>
        <w:t>Drag the extracted Filezilla application to the dock.</w:t>
      </w:r>
    </w:p>
    <w:p w:rsidR="008B7ED1" w:rsidRDefault="008B7ED1" w:rsidP="00082443">
      <w:pPr>
        <w:pStyle w:val="ListParagraph"/>
        <w:numPr>
          <w:ilvl w:val="0"/>
          <w:numId w:val="1"/>
        </w:numPr>
      </w:pPr>
      <w:r>
        <w:t>Move the extracted Filezilla application to the Applications folder</w:t>
      </w:r>
    </w:p>
    <w:p w:rsidR="00082443" w:rsidRDefault="008B7ED1" w:rsidP="00367E38">
      <w:pPr>
        <w:pStyle w:val="ListParagraph"/>
      </w:pPr>
      <w:r>
        <w:rPr>
          <w:noProof/>
        </w:rPr>
        <w:drawing>
          <wp:inline distT="0" distB="0" distL="0" distR="0" wp14:anchorId="3D2F6A76" wp14:editId="5F13F8A6">
            <wp:extent cx="5143500" cy="14012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0" cy="1401274"/>
                    </a:xfrm>
                    <a:prstGeom prst="rect">
                      <a:avLst/>
                    </a:prstGeom>
                    <a:noFill/>
                    <a:ln>
                      <a:noFill/>
                    </a:ln>
                  </pic:spPr>
                </pic:pic>
              </a:graphicData>
            </a:graphic>
          </wp:inline>
        </w:drawing>
      </w:r>
    </w:p>
    <w:p w:rsidR="00367E38" w:rsidRDefault="00367E38">
      <w:pPr>
        <w:rPr>
          <w:b/>
        </w:rPr>
      </w:pPr>
      <w:r>
        <w:rPr>
          <w:b/>
        </w:rPr>
        <w:br w:type="page"/>
      </w:r>
    </w:p>
    <w:p w:rsidR="00082443" w:rsidRDefault="00B900D4" w:rsidP="00082443">
      <w:pPr>
        <w:rPr>
          <w:b/>
        </w:rPr>
      </w:pPr>
      <w:r>
        <w:rPr>
          <w:b/>
        </w:rPr>
        <w:lastRenderedPageBreak/>
        <w:t xml:space="preserve">Setting up </w:t>
      </w:r>
      <w:proofErr w:type="spellStart"/>
      <w:r>
        <w:rPr>
          <w:b/>
        </w:rPr>
        <w:t>FileZ</w:t>
      </w:r>
      <w:r w:rsidR="00082443" w:rsidRPr="00082443">
        <w:rPr>
          <w:b/>
        </w:rPr>
        <w:t>illa</w:t>
      </w:r>
      <w:proofErr w:type="spellEnd"/>
    </w:p>
    <w:p w:rsidR="008B7ED1" w:rsidRPr="00367E38" w:rsidRDefault="008B7ED1" w:rsidP="00367E38">
      <w:pPr>
        <w:pStyle w:val="ListParagraph"/>
        <w:numPr>
          <w:ilvl w:val="0"/>
          <w:numId w:val="2"/>
        </w:numPr>
        <w:rPr>
          <w:b/>
        </w:rPr>
      </w:pPr>
      <w:r>
        <w:t>Open Filezilla by clicking the Filezilla icon you placed on the dock</w:t>
      </w:r>
      <w:r w:rsidR="00B900D4">
        <w:t>.</w:t>
      </w:r>
    </w:p>
    <w:p w:rsidR="008B7ED1" w:rsidRDefault="008B7ED1" w:rsidP="00367E38">
      <w:pPr>
        <w:pStyle w:val="ListParagraph"/>
      </w:pPr>
      <w:r>
        <w:rPr>
          <w:noProof/>
        </w:rPr>
        <w:drawing>
          <wp:inline distT="0" distB="0" distL="0" distR="0" wp14:anchorId="741CBB09" wp14:editId="0D4033E8">
            <wp:extent cx="380060" cy="35979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705" cy="360401"/>
                    </a:xfrm>
                    <a:prstGeom prst="rect">
                      <a:avLst/>
                    </a:prstGeom>
                    <a:noFill/>
                    <a:ln>
                      <a:noFill/>
                    </a:ln>
                  </pic:spPr>
                </pic:pic>
              </a:graphicData>
            </a:graphic>
          </wp:inline>
        </w:drawing>
      </w:r>
    </w:p>
    <w:p w:rsidR="008B7ED1" w:rsidRDefault="008B7ED1" w:rsidP="00367E38">
      <w:pPr>
        <w:pStyle w:val="ListParagraph"/>
        <w:numPr>
          <w:ilvl w:val="0"/>
          <w:numId w:val="2"/>
        </w:numPr>
      </w:pPr>
      <w:r>
        <w:t>Click the leftmost icon at</w:t>
      </w:r>
      <w:r w:rsidR="00367E38">
        <w:t xml:space="preserve"> the top of the Filezilla window (or click the File menu and click Site Manager)</w:t>
      </w:r>
      <w:r>
        <w:t xml:space="preserve"> to setup the connection to the server.</w:t>
      </w:r>
    </w:p>
    <w:p w:rsidR="008B7ED1" w:rsidRDefault="008B7ED1" w:rsidP="00367E38">
      <w:pPr>
        <w:pStyle w:val="ListParagraph"/>
      </w:pPr>
      <w:r>
        <w:rPr>
          <w:noProof/>
        </w:rPr>
        <w:drawing>
          <wp:inline distT="0" distB="0" distL="0" distR="0" wp14:anchorId="63998DB2" wp14:editId="14DDCD4B">
            <wp:extent cx="5568775" cy="990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2125" cy="991196"/>
                    </a:xfrm>
                    <a:prstGeom prst="rect">
                      <a:avLst/>
                    </a:prstGeom>
                    <a:noFill/>
                    <a:ln>
                      <a:noFill/>
                    </a:ln>
                  </pic:spPr>
                </pic:pic>
              </a:graphicData>
            </a:graphic>
          </wp:inline>
        </w:drawing>
      </w:r>
    </w:p>
    <w:p w:rsidR="008B7ED1" w:rsidRDefault="008B7ED1" w:rsidP="00367E38">
      <w:pPr>
        <w:pStyle w:val="ListParagraph"/>
        <w:numPr>
          <w:ilvl w:val="0"/>
          <w:numId w:val="2"/>
        </w:numPr>
      </w:pPr>
      <w:r>
        <w:t xml:space="preserve">Click </w:t>
      </w:r>
      <w:r w:rsidR="00B900D4">
        <w:t>“New S</w:t>
      </w:r>
      <w:r>
        <w:t>ite</w:t>
      </w:r>
      <w:r w:rsidR="00B900D4">
        <w:t>”.</w:t>
      </w:r>
    </w:p>
    <w:p w:rsidR="008B7ED1" w:rsidRDefault="008B7ED1" w:rsidP="00B900D4">
      <w:pPr>
        <w:pStyle w:val="ListParagraph"/>
      </w:pPr>
      <w:r>
        <w:rPr>
          <w:noProof/>
        </w:rPr>
        <w:drawing>
          <wp:inline distT="0" distB="0" distL="0" distR="0" wp14:anchorId="058BB4C0" wp14:editId="5BA1CE8A">
            <wp:extent cx="5444077" cy="3780367"/>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4696" cy="3780797"/>
                    </a:xfrm>
                    <a:prstGeom prst="rect">
                      <a:avLst/>
                    </a:prstGeom>
                    <a:noFill/>
                    <a:ln>
                      <a:noFill/>
                    </a:ln>
                  </pic:spPr>
                </pic:pic>
              </a:graphicData>
            </a:graphic>
          </wp:inline>
        </w:drawing>
      </w:r>
    </w:p>
    <w:p w:rsidR="008B7ED1" w:rsidRDefault="008B7ED1" w:rsidP="00367E38">
      <w:pPr>
        <w:pStyle w:val="ListParagraph"/>
        <w:numPr>
          <w:ilvl w:val="0"/>
          <w:numId w:val="2"/>
        </w:numPr>
      </w:pPr>
      <w:r>
        <w:t xml:space="preserve">Name the site </w:t>
      </w:r>
      <w:r w:rsidR="00B900D4">
        <w:t>“</w:t>
      </w:r>
      <w:r>
        <w:t>CMCSS Staff Server</w:t>
      </w:r>
      <w:r w:rsidR="00B900D4">
        <w:t>”.</w:t>
      </w:r>
    </w:p>
    <w:p w:rsidR="008B7ED1" w:rsidRDefault="008B7ED1" w:rsidP="00B900D4">
      <w:pPr>
        <w:pStyle w:val="ListParagraph"/>
        <w:numPr>
          <w:ilvl w:val="1"/>
          <w:numId w:val="2"/>
        </w:numPr>
      </w:pPr>
      <w:r>
        <w:t xml:space="preserve">Enter the </w:t>
      </w:r>
      <w:r w:rsidR="00B900D4" w:rsidRPr="00B900D4">
        <w:rPr>
          <w:b/>
        </w:rPr>
        <w:t>Host</w:t>
      </w:r>
      <w:r w:rsidR="00B900D4">
        <w:t>:</w:t>
      </w:r>
      <w:r>
        <w:t xml:space="preserve"> as </w:t>
      </w:r>
      <w:r w:rsidR="00B900D4">
        <w:t>“</w:t>
      </w:r>
      <w:r>
        <w:t>staff.cmcss.net</w:t>
      </w:r>
      <w:r w:rsidR="00B900D4">
        <w:t>”.</w:t>
      </w:r>
    </w:p>
    <w:p w:rsidR="008B7ED1" w:rsidRDefault="008B7ED1" w:rsidP="00B900D4">
      <w:pPr>
        <w:pStyle w:val="ListParagraph"/>
        <w:numPr>
          <w:ilvl w:val="1"/>
          <w:numId w:val="2"/>
        </w:numPr>
      </w:pPr>
      <w:r>
        <w:t xml:space="preserve">Leave </w:t>
      </w:r>
      <w:r w:rsidR="00B900D4" w:rsidRPr="00B900D4">
        <w:rPr>
          <w:b/>
        </w:rPr>
        <w:t>Port:</w:t>
      </w:r>
      <w:r>
        <w:t xml:space="preserve"> blank.</w:t>
      </w:r>
    </w:p>
    <w:p w:rsidR="008B7ED1" w:rsidRDefault="00B900D4" w:rsidP="00B900D4">
      <w:pPr>
        <w:pStyle w:val="ListParagraph"/>
        <w:numPr>
          <w:ilvl w:val="1"/>
          <w:numId w:val="2"/>
        </w:numPr>
      </w:pPr>
      <w:r>
        <w:t xml:space="preserve">Leave </w:t>
      </w:r>
      <w:r w:rsidRPr="00B900D4">
        <w:rPr>
          <w:b/>
        </w:rPr>
        <w:t>P</w:t>
      </w:r>
      <w:r w:rsidR="008B7ED1" w:rsidRPr="00B900D4">
        <w:rPr>
          <w:b/>
        </w:rPr>
        <w:t>rotocol</w:t>
      </w:r>
      <w:r w:rsidRPr="00B900D4">
        <w:rPr>
          <w:b/>
        </w:rPr>
        <w:t>:</w:t>
      </w:r>
      <w:r w:rsidR="008B7ED1">
        <w:t xml:space="preserve"> on FTP- File Transfer Protocol</w:t>
      </w:r>
      <w:r>
        <w:t>.</w:t>
      </w:r>
    </w:p>
    <w:p w:rsidR="008B7ED1" w:rsidRDefault="008B7ED1" w:rsidP="00B900D4">
      <w:pPr>
        <w:pStyle w:val="ListParagraph"/>
        <w:numPr>
          <w:ilvl w:val="1"/>
          <w:numId w:val="2"/>
        </w:numPr>
      </w:pPr>
      <w:r>
        <w:t xml:space="preserve">Change </w:t>
      </w:r>
      <w:r w:rsidRPr="00B900D4">
        <w:rPr>
          <w:b/>
        </w:rPr>
        <w:t>Encryption</w:t>
      </w:r>
      <w:r w:rsidR="00B900D4">
        <w:t>:</w:t>
      </w:r>
      <w:r>
        <w:t xml:space="preserve"> to “Require explicit FTP over TLS”</w:t>
      </w:r>
      <w:r w:rsidR="00B900D4">
        <w:t>.</w:t>
      </w:r>
    </w:p>
    <w:p w:rsidR="008B7ED1" w:rsidRDefault="008B7ED1" w:rsidP="00B900D4">
      <w:pPr>
        <w:pStyle w:val="ListParagraph"/>
        <w:numPr>
          <w:ilvl w:val="1"/>
          <w:numId w:val="2"/>
        </w:numPr>
      </w:pPr>
      <w:r>
        <w:t xml:space="preserve">Change </w:t>
      </w:r>
      <w:r w:rsidRPr="00B900D4">
        <w:rPr>
          <w:b/>
        </w:rPr>
        <w:t>Logon Type</w:t>
      </w:r>
      <w:r w:rsidR="00B900D4">
        <w:rPr>
          <w:b/>
        </w:rPr>
        <w:t>:</w:t>
      </w:r>
      <w:r>
        <w:t xml:space="preserve"> to “Normal”</w:t>
      </w:r>
      <w:r w:rsidR="00B900D4">
        <w:t>.</w:t>
      </w:r>
    </w:p>
    <w:p w:rsidR="008B7ED1" w:rsidRDefault="00E1408A" w:rsidP="00B900D4">
      <w:pPr>
        <w:pStyle w:val="ListParagraph"/>
        <w:numPr>
          <w:ilvl w:val="1"/>
          <w:numId w:val="2"/>
        </w:numPr>
      </w:pPr>
      <w:r>
        <w:t xml:space="preserve">In </w:t>
      </w:r>
      <w:r>
        <w:rPr>
          <w:b/>
        </w:rPr>
        <w:t>User</w:t>
      </w:r>
      <w:proofErr w:type="gramStart"/>
      <w:r>
        <w:rPr>
          <w:b/>
        </w:rPr>
        <w:t>:</w:t>
      </w:r>
      <w:r>
        <w:t>,</w:t>
      </w:r>
      <w:proofErr w:type="gramEnd"/>
      <w:r>
        <w:t xml:space="preserve"> enter your email username </w:t>
      </w:r>
      <w:r w:rsidR="008B7ED1">
        <w:t xml:space="preserve">(ex. If your email </w:t>
      </w:r>
      <w:proofErr w:type="gramStart"/>
      <w:r w:rsidR="008B7ED1">
        <w:t>is</w:t>
      </w:r>
      <w:proofErr w:type="gramEnd"/>
      <w:r w:rsidR="008B7ED1">
        <w:t xml:space="preserve"> </w:t>
      </w:r>
      <w:hyperlink r:id="rId15" w:history="1">
        <w:r w:rsidR="008B7ED1" w:rsidRPr="000E1997">
          <w:rPr>
            <w:rStyle w:val="Hyperlink"/>
          </w:rPr>
          <w:t>john.doe@cmcss.net</w:t>
        </w:r>
      </w:hyperlink>
      <w:r w:rsidR="008B7ED1">
        <w:t xml:space="preserve"> you would enter </w:t>
      </w:r>
      <w:proofErr w:type="spellStart"/>
      <w:r w:rsidR="008B7ED1">
        <w:t>john.doe</w:t>
      </w:r>
      <w:proofErr w:type="spellEnd"/>
      <w:r w:rsidR="008B7ED1">
        <w:t>)</w:t>
      </w:r>
      <w:r>
        <w:t>.</w:t>
      </w:r>
    </w:p>
    <w:p w:rsidR="008B7ED1" w:rsidRDefault="00E1408A" w:rsidP="00B900D4">
      <w:pPr>
        <w:pStyle w:val="ListParagraph"/>
        <w:numPr>
          <w:ilvl w:val="1"/>
          <w:numId w:val="2"/>
        </w:numPr>
      </w:pPr>
      <w:r>
        <w:t xml:space="preserve">For </w:t>
      </w:r>
      <w:r w:rsidRPr="00E1408A">
        <w:rPr>
          <w:b/>
        </w:rPr>
        <w:t>P</w:t>
      </w:r>
      <w:r w:rsidR="008B7ED1" w:rsidRPr="00E1408A">
        <w:rPr>
          <w:b/>
        </w:rPr>
        <w:t>assword</w:t>
      </w:r>
      <w:proofErr w:type="gramStart"/>
      <w:r w:rsidRPr="00E1408A">
        <w:rPr>
          <w:b/>
        </w:rPr>
        <w:t>:</w:t>
      </w:r>
      <w:r>
        <w:t>,</w:t>
      </w:r>
      <w:proofErr w:type="gramEnd"/>
      <w:r w:rsidR="008B7ED1">
        <w:t xml:space="preserve"> </w:t>
      </w:r>
      <w:r>
        <w:t>use</w:t>
      </w:r>
      <w:r w:rsidR="008B7ED1">
        <w:t xml:space="preserve"> your email password.</w:t>
      </w:r>
    </w:p>
    <w:p w:rsidR="00082443" w:rsidRDefault="00B900D4" w:rsidP="00367E38">
      <w:pPr>
        <w:pStyle w:val="ListParagraph"/>
        <w:numPr>
          <w:ilvl w:val="0"/>
          <w:numId w:val="2"/>
        </w:numPr>
      </w:pPr>
      <w:r>
        <w:lastRenderedPageBreak/>
        <w:t xml:space="preserve">Go to the “Transfer </w:t>
      </w:r>
      <w:r w:rsidR="00082443">
        <w:t>Settings</w:t>
      </w:r>
      <w:r>
        <w:t>”</w:t>
      </w:r>
      <w:r w:rsidR="00082443">
        <w:t xml:space="preserve"> tab.</w:t>
      </w:r>
    </w:p>
    <w:p w:rsidR="00082443" w:rsidRDefault="00082443" w:rsidP="00082443"/>
    <w:p w:rsidR="008B7ED1" w:rsidRDefault="00082443" w:rsidP="00E1408A">
      <w:pPr>
        <w:pStyle w:val="ListParagraph"/>
      </w:pPr>
      <w:r>
        <w:rPr>
          <w:noProof/>
        </w:rPr>
        <w:drawing>
          <wp:inline distT="0" distB="0" distL="0" distR="0" wp14:anchorId="4A48F6BC" wp14:editId="6C2E69C1">
            <wp:extent cx="5104444" cy="4157133"/>
            <wp:effectExtent l="0" t="0" r="1270" b="889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5060" cy="4157635"/>
                    </a:xfrm>
                    <a:prstGeom prst="rect">
                      <a:avLst/>
                    </a:prstGeom>
                    <a:noFill/>
                    <a:ln>
                      <a:noFill/>
                    </a:ln>
                  </pic:spPr>
                </pic:pic>
              </a:graphicData>
            </a:graphic>
          </wp:inline>
        </w:drawing>
      </w:r>
    </w:p>
    <w:p w:rsidR="008B7ED1" w:rsidRDefault="00E1408A" w:rsidP="00367E38">
      <w:pPr>
        <w:pStyle w:val="ListParagraph"/>
        <w:numPr>
          <w:ilvl w:val="0"/>
          <w:numId w:val="2"/>
        </w:numPr>
      </w:pPr>
      <w:r>
        <w:t xml:space="preserve">Click </w:t>
      </w:r>
      <w:r>
        <w:rPr>
          <w:noProof/>
        </w:rPr>
        <w:drawing>
          <wp:inline distT="0" distB="0" distL="0" distR="0" wp14:anchorId="472C596D" wp14:editId="0B6F966C">
            <wp:extent cx="787400" cy="2878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7">
                      <a:extLst>
                        <a:ext uri="{28A0092B-C50C-407E-A947-70E740481C1C}">
                          <a14:useLocalDpi xmlns:a14="http://schemas.microsoft.com/office/drawing/2010/main" val="0"/>
                        </a:ext>
                      </a:extLst>
                    </a:blip>
                    <a:srcRect l="30627" t="93161" r="56125" b="-76"/>
                    <a:stretch/>
                  </pic:blipFill>
                  <pic:spPr bwMode="auto">
                    <a:xfrm>
                      <a:off x="0" y="0"/>
                      <a:ext cx="787400" cy="287867"/>
                    </a:xfrm>
                    <a:prstGeom prst="rect">
                      <a:avLst/>
                    </a:prstGeom>
                    <a:noFill/>
                    <a:ln>
                      <a:noFill/>
                    </a:ln>
                    <a:extLst>
                      <a:ext uri="{53640926-AAD7-44d8-BBD7-CCE9431645EC}">
                        <a14:shadowObscured xmlns:a14="http://schemas.microsoft.com/office/drawing/2010/main"/>
                      </a:ext>
                    </a:extLst>
                  </pic:spPr>
                </pic:pic>
              </a:graphicData>
            </a:graphic>
          </wp:inline>
        </w:drawing>
      </w:r>
      <w:r>
        <w:t>.</w:t>
      </w:r>
    </w:p>
    <w:p w:rsidR="008B7ED1" w:rsidRDefault="008B7ED1" w:rsidP="00367E38">
      <w:pPr>
        <w:pStyle w:val="ListParagraph"/>
        <w:numPr>
          <w:ilvl w:val="0"/>
          <w:numId w:val="2"/>
        </w:numPr>
      </w:pPr>
      <w:r>
        <w:t xml:space="preserve">You will get a certificate message, check the box to “Always trust certificate in future sessions” and click </w:t>
      </w:r>
      <w:r w:rsidR="00E1408A" w:rsidRPr="00E1408A">
        <w:rPr>
          <w:b/>
        </w:rPr>
        <w:t>OK</w:t>
      </w:r>
      <w:r>
        <w:t>.</w:t>
      </w:r>
    </w:p>
    <w:p w:rsidR="008B7ED1" w:rsidRDefault="008B7ED1" w:rsidP="00E1408A">
      <w:pPr>
        <w:pStyle w:val="ListParagraph"/>
      </w:pPr>
      <w:r>
        <w:rPr>
          <w:noProof/>
        </w:rPr>
        <w:drawing>
          <wp:inline distT="0" distB="0" distL="0" distR="0" wp14:anchorId="0A4DB78F" wp14:editId="6287AC15">
            <wp:extent cx="3314700" cy="2181424"/>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14716" cy="2181434"/>
                    </a:xfrm>
                    <a:prstGeom prst="rect">
                      <a:avLst/>
                    </a:prstGeom>
                    <a:noFill/>
                    <a:ln>
                      <a:noFill/>
                    </a:ln>
                  </pic:spPr>
                </pic:pic>
              </a:graphicData>
            </a:graphic>
          </wp:inline>
        </w:drawing>
      </w:r>
    </w:p>
    <w:p w:rsidR="008B7ED1" w:rsidRDefault="008B7ED1" w:rsidP="00367E38">
      <w:pPr>
        <w:pStyle w:val="ListParagraph"/>
        <w:numPr>
          <w:ilvl w:val="0"/>
          <w:numId w:val="2"/>
        </w:numPr>
      </w:pPr>
      <w:r>
        <w:t>You will now connect to the staff server</w:t>
      </w:r>
      <w:r w:rsidR="00367E38">
        <w:t>.</w:t>
      </w:r>
    </w:p>
    <w:p w:rsidR="008B7ED1" w:rsidRDefault="008B7ED1" w:rsidP="00367E38">
      <w:pPr>
        <w:pStyle w:val="ListParagraph"/>
        <w:numPr>
          <w:ilvl w:val="0"/>
          <w:numId w:val="2"/>
        </w:numPr>
      </w:pPr>
      <w:r>
        <w:lastRenderedPageBreak/>
        <w:t>The left side of the window shows the files on your computer, the right side of the window are the server files.</w:t>
      </w:r>
    </w:p>
    <w:p w:rsidR="008B7ED1" w:rsidRDefault="008B7ED1" w:rsidP="00E1408A">
      <w:pPr>
        <w:pStyle w:val="ListParagraph"/>
      </w:pPr>
      <w:r>
        <w:rPr>
          <w:noProof/>
        </w:rPr>
        <w:drawing>
          <wp:inline distT="0" distB="0" distL="0" distR="0" wp14:anchorId="2E9A4A9B" wp14:editId="702CEC1B">
            <wp:extent cx="4343400" cy="3653196"/>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52607" cy="3660940"/>
                    </a:xfrm>
                    <a:prstGeom prst="rect">
                      <a:avLst/>
                    </a:prstGeom>
                    <a:noFill/>
                    <a:ln>
                      <a:noFill/>
                    </a:ln>
                  </pic:spPr>
                </pic:pic>
              </a:graphicData>
            </a:graphic>
          </wp:inline>
        </w:drawing>
      </w:r>
    </w:p>
    <w:p w:rsidR="008B7ED1" w:rsidRDefault="008B7ED1"/>
    <w:p w:rsidR="008B7ED1" w:rsidRPr="00E1408A" w:rsidRDefault="00E1408A">
      <w:pPr>
        <w:rPr>
          <w:b/>
        </w:rPr>
      </w:pPr>
      <w:r>
        <w:rPr>
          <w:b/>
        </w:rPr>
        <w:t>Additional N</w:t>
      </w:r>
      <w:r w:rsidR="008B7ED1" w:rsidRPr="00E1408A">
        <w:rPr>
          <w:b/>
        </w:rPr>
        <w:t>otes</w:t>
      </w:r>
    </w:p>
    <w:p w:rsidR="008B7ED1" w:rsidRDefault="008B7ED1">
      <w:r>
        <w:t>To reconnect to the server click the leftmost icon at the top of the Filezilla window, select C</w:t>
      </w:r>
      <w:r w:rsidR="00E1408A">
        <w:t xml:space="preserve">MCSS Staff Server, and click </w:t>
      </w:r>
      <w:r w:rsidR="00E1408A" w:rsidRPr="00E1408A">
        <w:rPr>
          <w:b/>
        </w:rPr>
        <w:t>C</w:t>
      </w:r>
      <w:r w:rsidRPr="00E1408A">
        <w:rPr>
          <w:b/>
        </w:rPr>
        <w:t>onnect</w:t>
      </w:r>
      <w:r>
        <w:t>.</w:t>
      </w:r>
    </w:p>
    <w:p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rsidR="008B7ED1" w:rsidRDefault="00E1408A">
      <w:r>
        <w:t>Double-</w:t>
      </w:r>
      <w:r w:rsidR="008B7ED1">
        <w:t xml:space="preserve">clicking on the folder with </w:t>
      </w:r>
      <w:proofErr w:type="gramStart"/>
      <w:r w:rsidR="008B7ED1">
        <w:t>the ..</w:t>
      </w:r>
      <w:proofErr w:type="gramEnd"/>
      <w:r w:rsidR="008B7ED1">
        <w:t xml:space="preserve"> </w:t>
      </w:r>
      <w:proofErr w:type="gramStart"/>
      <w:r w:rsidR="008B7ED1">
        <w:t>will</w:t>
      </w:r>
      <w:proofErr w:type="gramEnd"/>
      <w:r w:rsidR="008B7ED1">
        <w:t xml:space="preserve"> take you up a level to the folder which contains the files and folder you currently see.</w:t>
      </w:r>
    </w:p>
    <w:p w:rsidR="008B7ED1" w:rsidRDefault="008B7ED1">
      <w:r>
        <w:t>You can drag and drop into and out of the Filezilla window.  For example if you have something on your desktop you can drag it to your private folder in Filezilla to copy it that way.</w:t>
      </w:r>
    </w:p>
    <w:p w:rsidR="008B7ED1" w:rsidRDefault="008B7ED1">
      <w:r>
        <w:t>You may get a disconnected from server, or connection closed by server message in the log area near the top of the window if you have been inactive.  You will automatically reconnect when you start using the server again.</w:t>
      </w:r>
    </w:p>
    <w:p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r w:rsidR="00E1408A">
        <w:t>.</w:t>
      </w:r>
      <w:bookmarkStart w:id="0" w:name="_GoBack"/>
      <w:bookmarkEnd w:id="0"/>
    </w:p>
    <w:sectPr w:rsidR="008B7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63BB4"/>
    <w:multiLevelType w:val="hybridMultilevel"/>
    <w:tmpl w:val="5D1432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B00E3C"/>
    <w:multiLevelType w:val="hybridMultilevel"/>
    <w:tmpl w:val="72E64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921452"/>
    <w:multiLevelType w:val="hybridMultilevel"/>
    <w:tmpl w:val="7CC04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D1"/>
    <w:rsid w:val="00082443"/>
    <w:rsid w:val="00144B86"/>
    <w:rsid w:val="001D06A5"/>
    <w:rsid w:val="002A0EC5"/>
    <w:rsid w:val="00367E38"/>
    <w:rsid w:val="006C271B"/>
    <w:rsid w:val="008B7ED1"/>
    <w:rsid w:val="00B900D4"/>
    <w:rsid w:val="00E14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paragraph" w:styleId="ListParagraph">
    <w:name w:val="List Paragraph"/>
    <w:basedOn w:val="Normal"/>
    <w:uiPriority w:val="34"/>
    <w:qFormat/>
    <w:rsid w:val="000824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paragraph" w:styleId="ListParagraph">
    <w:name w:val="List Paragraph"/>
    <w:basedOn w:val="Normal"/>
    <w:uiPriority w:val="34"/>
    <w:qFormat/>
    <w:rsid w:val="00082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ilezilla-project.org/download.php"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hyperlink" Target="mailto:john.doe@cmcss.net" TargetMode="External"/><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DEA13A9-740F-4394-AECB-F61CA2D5CFC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\Users\Teacher\AppData\Local\Chemistry Add-in for Word\Chemistry Gallery\Chem4Word.dotx</Template>
  <TotalTime>10</TotalTime>
  <Pages>4</Pages>
  <Words>414</Words>
  <Characters>2365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Chris Pugh</cp:lastModifiedBy>
  <cp:revision>2</cp:revision>
  <dcterms:created xsi:type="dcterms:W3CDTF">2013-05-23T14:08:00Z</dcterms:created>
  <dcterms:modified xsi:type="dcterms:W3CDTF">2013-05-23T14:08:00Z</dcterms:modified>
</cp:coreProperties>
</file>